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72F04332" w14:textId="77777777" w:rsidR="006B6748" w:rsidRPr="00281D8E" w:rsidRDefault="006B6748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25A32547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F40802">
          <w:rPr>
            <w:rFonts w:ascii="Arial" w:hAnsi="Arial" w:cs="Arial"/>
            <w:b/>
            <w:szCs w:val="22"/>
          </w:rPr>
          <w:t>zur 1.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F40802">
      <w:rPr>
        <w:rFonts w:ascii="Arial" w:hAnsi="Arial" w:cs="Arial"/>
        <w:b/>
        <w:szCs w:val="22"/>
      </w:rPr>
      <w:t>R RTE 29010</w:t>
    </w:r>
    <w:r w:rsidR="00C521E0">
      <w:rPr>
        <w:rFonts w:ascii="Arial" w:hAnsi="Arial" w:cs="Arial"/>
        <w:b/>
        <w:szCs w:val="22"/>
      </w:rPr>
      <w:t xml:space="preserve"> </w:t>
    </w:r>
    <w:r w:rsidR="00F40802">
      <w:rPr>
        <w:rFonts w:ascii="Arial" w:hAnsi="Arial" w:cs="Arial"/>
        <w:b/>
        <w:szCs w:val="22"/>
      </w:rPr>
      <w:t>1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75CF2D0D" w:rsidR="0090086E" w:rsidRPr="00C521E0" w:rsidRDefault="00C536F2" w:rsidP="002F3D8B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2F3D8B" w:rsidRPr="002F3D8B">
      <w:rPr>
        <w:rFonts w:ascii="Arial" w:hAnsi="Arial" w:cs="Arial"/>
        <w:szCs w:val="22"/>
      </w:rPr>
      <w:t>Interaktion Gleis/Brücke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30B598CD" w:rsidR="0073657E" w:rsidRPr="0096096B" w:rsidRDefault="002F3D8B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sdt>
      <w:sdtPr>
        <w:rPr>
          <w:rFonts w:ascii="Arial" w:hAnsi="Arial" w:cs="Arial"/>
          <w:szCs w:val="22"/>
        </w:rPr>
        <w:id w:val="-696002356"/>
        <w:lock w:val="sdtLocked"/>
        <w:placeholder>
          <w:docPart w:val="E43BF72C8185483183219CC0B6F57DE9"/>
        </w:placeholder>
        <w:showingPlcHdr/>
        <w:dropDownList>
          <w:listItem w:value="Wählen Sie ein Element aus."/>
          <w:listItem w:displayText="Rückmeldungen Unternehmen" w:value="Rückmeldungen Unternehmen"/>
          <w:listItem w:displayText="Zusammenstellung der Rückmeldungen" w:value="Zusammenstellung der Rückmeldungen"/>
          <w:listItem w:displayText="Zusammenstellung der Rückmeldungen und Entscheide/Begründungen der Projektgruppe" w:value="Zusammenstellung der Rückmeldungen und Entscheide/Begründungen der Projektgruppe"/>
        </w:dropDownList>
      </w:sdtPr>
      <w:sdtEndPr/>
      <w:sdtContent>
        <w:r w:rsidR="005B139A">
          <w:rPr>
            <w:rStyle w:val="Platzhaltertext"/>
          </w:rPr>
          <w:t>auswählen</w:t>
        </w:r>
      </w:sdtContent>
    </w:sdt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104A3"/>
    <w:rsid w:val="00110F8C"/>
    <w:rsid w:val="0012263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2F3D8B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64B"/>
    <w:rsid w:val="00572E30"/>
    <w:rsid w:val="00591888"/>
    <w:rsid w:val="00592BD4"/>
    <w:rsid w:val="005A0EC3"/>
    <w:rsid w:val="005B139A"/>
    <w:rsid w:val="005B254D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0802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\Rueckmeldungen\x-RTE-xxxxx-xLesung-Review-Rueckmeldun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  <w:docPart>
      <w:docPartPr>
        <w:name w:val="E43BF72C8185483183219CC0B6F57D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C6DB08-B5BD-42E6-9B9D-845D8EE7DF02}"/>
      </w:docPartPr>
      <w:docPartBody>
        <w:p w:rsidR="005E41C2" w:rsidRDefault="00627095" w:rsidP="00627095">
          <w:pPr>
            <w:pStyle w:val="E43BF72C8185483183219CC0B6F57DE9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3E2110"/>
    <w:rsid w:val="00563E4C"/>
    <w:rsid w:val="005E41C2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A0B19500F70E4AB4B2858354C15DEA683">
    <w:name w:val="A0B19500F70E4AB4B2858354C15DEA683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591E7AC9F51408C9C0AD9C53CBE7FC84">
    <w:name w:val="1591E7AC9F51408C9C0AD9C53CBE7FC8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E1058F4D41743838012F2C445FB16351">
    <w:name w:val="5E1058F4D41743838012F2C445FB16351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43BF72C8185483183219CC0B6F57DE9">
    <w:name w:val="E43BF72C8185483183219CC0B6F57DE9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VXEHHNPPKHJR-1000582777-2147727</_dlc_DocId>
    <_dlc_DocIdUrl xmlns="fc48761f-100f-4b21-bfba-e6963edc687a">
      <Url>https://voev.sharepoint.com/sites/AbtoeffentlicherVerkehrVoeV/_layouts/15/DocIdRedir.aspx?ID=VXEHHNPPKHJR-1000582777-2147727</Url>
      <Description>VXEHHNPPKHJR-1000582777-2147727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F4554-E653-40F6-A68D-E451EFFEF9BB}"/>
</file>

<file path=customXml/itemProps2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</ds:schemaRefs>
</ds:datastoreItem>
</file>

<file path=customXml/itemProps3.xml><?xml version="1.0" encoding="utf-8"?>
<ds:datastoreItem xmlns:ds="http://schemas.openxmlformats.org/officeDocument/2006/customXml" ds:itemID="{3B852C14-78D7-4895-AC3C-51DA118074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x-RTE-xxxxx-xLesung-Review-Rueckmeldungen</Template>
  <TotalTime>0</TotalTime>
  <Pages>1</Pages>
  <Words>65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 Reinhard</cp:lastModifiedBy>
  <cp:revision>17</cp:revision>
  <cp:lastPrinted>2014-04-23T08:59:00Z</cp:lastPrinted>
  <dcterms:created xsi:type="dcterms:W3CDTF">2022-12-28T15:49:00Z</dcterms:created>
  <dcterms:modified xsi:type="dcterms:W3CDTF">2023-12-07T13:43:00Z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9694efc8-2baa-4914-9f33-00968c7edacb</vt:lpwstr>
  </property>
  <property fmtid="{D5CDD505-2E9C-101B-9397-08002B2CF9AE}" pid="5" name="MediaServiceImageTags">
    <vt:lpwstr/>
  </property>
</Properties>
</file>